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000548" w:rsidP="00FD3E07">
      <w:pPr>
        <w:pStyle w:val="Heading1"/>
      </w:pPr>
      <w:bookmarkStart w:id="0" w:name="_GoBack"/>
      <w:bookmarkEnd w:id="0"/>
      <w:r>
        <w:t>How to Boost Your Motivation to Achieve Success</w:t>
      </w:r>
    </w:p>
    <w:p w:rsidR="00B00D47" w:rsidRDefault="00B00D47" w:rsidP="00B00D47"/>
    <w:p w:rsidR="00B00D47" w:rsidRDefault="00000548" w:rsidP="00B00D47">
      <w:r>
        <w:t xml:space="preserve">When it comes to achieving your goals, you have to have motivation. Unfortunately, many of us have experienced a lack of motivation, which has put our dreams on hold. If you have started to feel </w:t>
      </w:r>
      <w:r>
        <w:t>unmotivated, there are several ways that you can boost your motivation and get back on track to achieving your goals. Here are several tips to help increase your motivation to achieve success.</w:t>
      </w:r>
    </w:p>
    <w:p w:rsidR="004D7A71" w:rsidRDefault="004D7A71" w:rsidP="00B00D47"/>
    <w:p w:rsidR="004D7A71" w:rsidRDefault="00000548" w:rsidP="00B00D47">
      <w:pPr>
        <w:rPr>
          <w:b/>
        </w:rPr>
      </w:pPr>
      <w:r>
        <w:rPr>
          <w:b/>
        </w:rPr>
        <w:t>Look at the Glass Half Full</w:t>
      </w:r>
    </w:p>
    <w:p w:rsidR="002F6AC8" w:rsidRDefault="00000548" w:rsidP="00B00D47">
      <w:r>
        <w:t>Life is full of challenges. If you</w:t>
      </w:r>
      <w:r>
        <w:t xml:space="preserve"> are feeling unsuccessful and need to boost your motivation, try being more optimistic and practice looking at the glass as being half full when you face challenges. It may feel strange at first, but over time your brain’s neurons will start to focus on wh</w:t>
      </w:r>
      <w:r>
        <w:t xml:space="preserve">at inspires and motivates you. </w:t>
      </w:r>
    </w:p>
    <w:p w:rsidR="002F6AC8" w:rsidRDefault="002F6AC8" w:rsidP="00B00D47"/>
    <w:p w:rsidR="002F6AC8" w:rsidRDefault="00000548" w:rsidP="00B00D47">
      <w:pPr>
        <w:rPr>
          <w:b/>
        </w:rPr>
      </w:pPr>
      <w:r>
        <w:rPr>
          <w:b/>
        </w:rPr>
        <w:t>Review the Happiness Level of Your Social Network</w:t>
      </w:r>
    </w:p>
    <w:p w:rsidR="004D13F2" w:rsidRDefault="00000548" w:rsidP="00B00D47">
      <w:r>
        <w:t>You need to examine whether or not the relationships you have offer support, encouragement, inspiration, and education, along with nurturing you, and if they don't, you need</w:t>
      </w:r>
      <w:r>
        <w:t xml:space="preserve"> to find and foster other relationships. People are generally happier when their first-level friends are also central to a network of happy people. To increase your happiness and motivation, surround yourself with more happy people.</w:t>
      </w:r>
    </w:p>
    <w:p w:rsidR="004D13F2" w:rsidRDefault="004D13F2" w:rsidP="00B00D47"/>
    <w:p w:rsidR="00C1100B" w:rsidRDefault="00000548" w:rsidP="00B00D47">
      <w:pPr>
        <w:rPr>
          <w:b/>
        </w:rPr>
      </w:pPr>
      <w:r>
        <w:rPr>
          <w:b/>
        </w:rPr>
        <w:t>Develop a Personal Dev</w:t>
      </w:r>
      <w:r>
        <w:rPr>
          <w:b/>
        </w:rPr>
        <w:t>elopment Plan for Success</w:t>
      </w:r>
    </w:p>
    <w:p w:rsidR="00E1141A" w:rsidRDefault="00000548" w:rsidP="00B00D47">
      <w:r>
        <w:t>Setting goals aren't just for assisting us in attaining better cars, houses, or more income. When you change the focus of your goals, they can shift to expand beyond physical limits. To do this, you have to have a personal develop</w:t>
      </w:r>
      <w:r>
        <w:t>ment plan for success.</w:t>
      </w:r>
    </w:p>
    <w:p w:rsidR="00E1141A" w:rsidRDefault="00E1141A" w:rsidP="00B00D47"/>
    <w:p w:rsidR="00E1141A" w:rsidRDefault="00000548" w:rsidP="00B00D47">
      <w:pPr>
        <w:rPr>
          <w:b/>
        </w:rPr>
      </w:pPr>
      <w:r>
        <w:rPr>
          <w:b/>
        </w:rPr>
        <w:t>Invest in Personal Development</w:t>
      </w:r>
    </w:p>
    <w:p w:rsidR="00D82BF3" w:rsidRDefault="00000548" w:rsidP="00B00D47">
      <w:r>
        <w:t>Your personal development plan for success will provide you with strong clues as to what you should be doing. You need to focus on the challenges that you are currently facing. Whatever the problems ar</w:t>
      </w:r>
      <w:r>
        <w:t>e that you are now facing, you need to explore activities and educational opportunities that will help you solve them.</w:t>
      </w:r>
    </w:p>
    <w:p w:rsidR="00D82BF3" w:rsidRDefault="00D82BF3" w:rsidP="00B00D47"/>
    <w:p w:rsidR="004876F3" w:rsidRDefault="00000548" w:rsidP="00B00D47">
      <w:pPr>
        <w:rPr>
          <w:b/>
        </w:rPr>
      </w:pPr>
      <w:r>
        <w:rPr>
          <w:b/>
        </w:rPr>
        <w:t>Invest in Experiences</w:t>
      </w:r>
    </w:p>
    <w:p w:rsidR="008C0DC5" w:rsidRDefault="00000548" w:rsidP="00B00D47">
      <w:r>
        <w:lastRenderedPageBreak/>
        <w:t>If you are continually relying on external things to motivate you, you run the danger of never being satisfied wit</w:t>
      </w:r>
      <w:r>
        <w:t xml:space="preserve">h your life. </w:t>
      </w:r>
      <w:r w:rsidR="00730955">
        <w:t xml:space="preserve">Instead, you need to consider igniting your motivation internally by investing in experiences that will allow you to feel those feelings that you will have when you are successful. </w:t>
      </w:r>
      <w:r w:rsidR="00573411">
        <w:t>You don't want to set your sights on the pot of gold at the end of the rainbow; rather you want to practice feeling success with each step of your journey.</w:t>
      </w:r>
    </w:p>
    <w:p w:rsidR="00573411" w:rsidRDefault="00573411" w:rsidP="00B00D47"/>
    <w:p w:rsidR="00573411" w:rsidRPr="00A327AC" w:rsidRDefault="00000548" w:rsidP="00B00D47">
      <w:r>
        <w:t xml:space="preserve">Focusing on the things that matter to you will help to boost your motivation. With an increase in motivation, you'll be able to succeed at anything you put your </w:t>
      </w:r>
      <w:r>
        <w:t>mind to.</w:t>
      </w:r>
    </w:p>
    <w:p w:rsidR="00FD3E07" w:rsidRDefault="00FD3E07"/>
    <w:sectPr w:rsidR="00FD3E07"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E07"/>
    <w:rsid w:val="00000548"/>
    <w:rsid w:val="002F6AC8"/>
    <w:rsid w:val="003B32B7"/>
    <w:rsid w:val="004876F3"/>
    <w:rsid w:val="004D13F2"/>
    <w:rsid w:val="004D7A71"/>
    <w:rsid w:val="00573411"/>
    <w:rsid w:val="0057422E"/>
    <w:rsid w:val="0064063D"/>
    <w:rsid w:val="00660AAD"/>
    <w:rsid w:val="00730955"/>
    <w:rsid w:val="008C0DC5"/>
    <w:rsid w:val="00A327AC"/>
    <w:rsid w:val="00B00D47"/>
    <w:rsid w:val="00C1100B"/>
    <w:rsid w:val="00C8346D"/>
    <w:rsid w:val="00D13A0B"/>
    <w:rsid w:val="00D7645D"/>
    <w:rsid w:val="00D82BF3"/>
    <w:rsid w:val="00E1141A"/>
    <w:rsid w:val="00ED7616"/>
    <w:rsid w:val="00FD3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68B27D48-D18A-4649-A2F6-3FCA178F5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432</Words>
  <Characters>2117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2018-11-25T00:48:00Z</dcterms:created>
  <dcterms:modified xsi:type="dcterms:W3CDTF">2018-11-25T00:48:00Z</dcterms:modified>
  <cp:category/>
</cp:coreProperties>
</file>